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41484-B9A0-4719-B8ED-18046AE8634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